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9BE6E">
      <w:pPr>
        <w:pStyle w:val="8"/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baseline"/>
        <w:rPr>
          <w:rFonts w:hint="eastAsia" w:ascii="楷体" w:hAnsi="楷体" w:eastAsia="楷体" w:cs="楷体"/>
          <w:i w:val="0"/>
          <w:caps w:val="0"/>
          <w:small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i w:val="0"/>
          <w:caps w:val="0"/>
          <w:smallCaps w:val="0"/>
          <w:spacing w:val="0"/>
          <w:w w:val="100"/>
          <w:sz w:val="32"/>
          <w:szCs w:val="32"/>
          <w:lang w:val="en-US" w:eastAsia="zh-CN"/>
        </w:rPr>
        <w:t>附件1</w:t>
      </w:r>
    </w:p>
    <w:tbl>
      <w:tblPr>
        <w:tblStyle w:val="9"/>
        <w:tblpPr w:leftFromText="180" w:rightFromText="180" w:vertAnchor="text" w:horzAnchor="page" w:tblpX="1463" w:tblpY="228"/>
        <w:tblOverlap w:val="never"/>
        <w:tblW w:w="4942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1482"/>
        <w:gridCol w:w="1507"/>
        <w:gridCol w:w="1476"/>
        <w:gridCol w:w="874"/>
        <w:gridCol w:w="1986"/>
        <w:gridCol w:w="849"/>
        <w:gridCol w:w="2688"/>
        <w:gridCol w:w="956"/>
      </w:tblGrid>
      <w:tr w14:paraId="632AF1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 w14:paraId="69BC46A9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6"/>
                <w:szCs w:val="36"/>
                <w:u w:val="none"/>
                <w:lang w:eastAsia="zh-CN"/>
              </w:rPr>
              <w:t>曲阳县202</w:t>
            </w:r>
            <w:r>
              <w:rPr>
                <w:rFonts w:hint="eastAsia" w:ascii="宋体" w:hAnsi="宋体" w:eastAsia="宋体" w:cs="宋体"/>
                <w:b/>
                <w:bCs w:val="0"/>
                <w:sz w:val="36"/>
                <w:szCs w:val="36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 w:val="0"/>
                <w:sz w:val="36"/>
                <w:szCs w:val="36"/>
                <w:u w:val="none"/>
                <w:lang w:eastAsia="zh-CN"/>
              </w:rPr>
              <w:t>年公开招聘社区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smallCaps w:val="0"/>
                <w:spacing w:val="0"/>
                <w:w w:val="100"/>
                <w:sz w:val="36"/>
                <w:szCs w:val="36"/>
              </w:rPr>
              <w:t>专职工作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smallCaps w:val="0"/>
                <w:spacing w:val="0"/>
                <w:w w:val="100"/>
                <w:sz w:val="36"/>
                <w:szCs w:val="36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b/>
                <w:bCs w:val="0"/>
                <w:sz w:val="36"/>
                <w:szCs w:val="36"/>
                <w:u w:val="none"/>
                <w:lang w:eastAsia="zh-CN"/>
              </w:rPr>
              <w:t>岗位信息表</w:t>
            </w:r>
          </w:p>
        </w:tc>
      </w:tr>
      <w:tr w14:paraId="71A714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57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ADBED9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用人单位</w:t>
            </w:r>
          </w:p>
        </w:tc>
        <w:tc>
          <w:tcPr>
            <w:tcW w:w="557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8F1E9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岗位代码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702B7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岗位名称</w:t>
            </w:r>
          </w:p>
        </w:tc>
        <w:tc>
          <w:tcPr>
            <w:tcW w:w="554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9D34BC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人数</w:t>
            </w:r>
          </w:p>
        </w:tc>
        <w:tc>
          <w:tcPr>
            <w:tcW w:w="32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12CD92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性别</w:t>
            </w:r>
          </w:p>
        </w:tc>
        <w:tc>
          <w:tcPr>
            <w:tcW w:w="74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942EE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学历</w:t>
            </w:r>
          </w:p>
        </w:tc>
        <w:tc>
          <w:tcPr>
            <w:tcW w:w="31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CC8CF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专业</w:t>
            </w:r>
          </w:p>
        </w:tc>
        <w:tc>
          <w:tcPr>
            <w:tcW w:w="1010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D101C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其他条件</w:t>
            </w:r>
          </w:p>
        </w:tc>
        <w:tc>
          <w:tcPr>
            <w:tcW w:w="35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2B9CC95C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备注</w:t>
            </w:r>
          </w:p>
        </w:tc>
      </w:tr>
      <w:tr w14:paraId="0A6306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57" w:type="pct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09250C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恒州镇所属各社区</w:t>
            </w:r>
          </w:p>
          <w:p w14:paraId="0700C40F"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78DB0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001</w:t>
            </w:r>
          </w:p>
        </w:tc>
        <w:tc>
          <w:tcPr>
            <w:tcW w:w="5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4D5A6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专职</w:t>
            </w:r>
          </w:p>
          <w:p w14:paraId="474C03F0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工作人员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7BDD6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4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A34A0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F4A306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mallCaps w:val="0"/>
                <w:spacing w:val="0"/>
                <w:w w:val="100"/>
                <w:sz w:val="24"/>
                <w:szCs w:val="24"/>
                <w:lang w:val="en-US" w:eastAsia="zh-CN"/>
              </w:rPr>
              <w:t>本科及以上学历</w:t>
            </w:r>
          </w:p>
        </w:tc>
        <w:tc>
          <w:tcPr>
            <w:tcW w:w="31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AB442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不限</w:t>
            </w:r>
          </w:p>
        </w:tc>
        <w:tc>
          <w:tcPr>
            <w:tcW w:w="10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0BE1DE"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曲阳县户籍或生源地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763084EA">
            <w:pPr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5690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CCF8BD"/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B38AB5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002</w:t>
            </w:r>
          </w:p>
        </w:tc>
        <w:tc>
          <w:tcPr>
            <w:tcW w:w="5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5FF49"/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8DD88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D4B66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4AE470"/>
        </w:tc>
        <w:tc>
          <w:tcPr>
            <w:tcW w:w="31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02E83"/>
        </w:tc>
        <w:tc>
          <w:tcPr>
            <w:tcW w:w="10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C3499"/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129EB088">
            <w:pPr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8C2C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07D25A"/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EB3374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003</w:t>
            </w:r>
          </w:p>
        </w:tc>
        <w:tc>
          <w:tcPr>
            <w:tcW w:w="5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1292F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专职</w:t>
            </w:r>
          </w:p>
          <w:p w14:paraId="0A80FE04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工作人员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85510B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A8F7E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B600D0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mallCaps w:val="0"/>
                <w:spacing w:val="0"/>
                <w:w w:val="100"/>
                <w:sz w:val="24"/>
                <w:szCs w:val="24"/>
                <w:lang w:val="en-US" w:eastAsia="zh-CN"/>
              </w:rPr>
              <w:t>本科及以上学历</w:t>
            </w:r>
          </w:p>
        </w:tc>
        <w:tc>
          <w:tcPr>
            <w:tcW w:w="31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EE6322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不限</w:t>
            </w:r>
          </w:p>
        </w:tc>
        <w:tc>
          <w:tcPr>
            <w:tcW w:w="10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913AD"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1.曲阳县户籍或生源地</w:t>
            </w:r>
          </w:p>
          <w:p w14:paraId="505E35A0"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2.中共党员（含预备</w:t>
            </w:r>
          </w:p>
          <w:p w14:paraId="25C9CBE2"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党员）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49F66A23">
            <w:pPr>
              <w:spacing w:line="360" w:lineRule="exact"/>
              <w:jc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 w14:paraId="072418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D6635"/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A839F8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004</w:t>
            </w:r>
          </w:p>
        </w:tc>
        <w:tc>
          <w:tcPr>
            <w:tcW w:w="5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155311"/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AF4F03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450E2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E8EF1"/>
        </w:tc>
        <w:tc>
          <w:tcPr>
            <w:tcW w:w="31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E83F51"/>
        </w:tc>
        <w:tc>
          <w:tcPr>
            <w:tcW w:w="10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07BF2A"/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19020BF7">
            <w:pPr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051A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3F9DC"/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55B619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005</w:t>
            </w:r>
          </w:p>
        </w:tc>
        <w:tc>
          <w:tcPr>
            <w:tcW w:w="5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565F0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专职</w:t>
            </w:r>
          </w:p>
          <w:p w14:paraId="6F552DA4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工作人员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1E77B0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BB8C2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7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CF7249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mallCaps w:val="0"/>
                <w:spacing w:val="0"/>
                <w:w w:val="100"/>
                <w:sz w:val="24"/>
                <w:szCs w:val="24"/>
                <w:lang w:val="en-US" w:eastAsia="zh-CN"/>
              </w:rPr>
              <w:t>本科及以上学历</w:t>
            </w:r>
          </w:p>
        </w:tc>
        <w:tc>
          <w:tcPr>
            <w:tcW w:w="31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AEA7E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不限</w:t>
            </w:r>
          </w:p>
        </w:tc>
        <w:tc>
          <w:tcPr>
            <w:tcW w:w="10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A7BE8"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center"/>
              <w:rPr>
                <w:rStyle w:val="13"/>
                <w:rFonts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1.曲阳县户籍或生源地 </w:t>
            </w: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</w:t>
            </w:r>
          </w:p>
          <w:p w14:paraId="31FABF65"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u w:val="none"/>
                <w:lang w:val="en-US" w:eastAsia="zh-CN"/>
              </w:rPr>
              <w:t>2.仅限高校毕业生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4599687B">
            <w:pPr>
              <w:spacing w:line="3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11B3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E1285"/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7D85DD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006</w:t>
            </w:r>
          </w:p>
        </w:tc>
        <w:tc>
          <w:tcPr>
            <w:tcW w:w="5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B3E0C"/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7DB771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90A5C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7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204D7"/>
        </w:tc>
        <w:tc>
          <w:tcPr>
            <w:tcW w:w="31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3BCE4"/>
        </w:tc>
        <w:tc>
          <w:tcPr>
            <w:tcW w:w="10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3A6ECA"/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 w14:paraId="3C18704D">
            <w:pPr>
              <w:spacing w:line="3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21C4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 w14:paraId="40DD796C"/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C204B0E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007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980963C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专职</w:t>
            </w:r>
          </w:p>
          <w:p w14:paraId="650A6D0B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工作人员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3BCFC84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B2B3DE6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不限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41ED119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mallCaps w:val="0"/>
                <w:spacing w:val="0"/>
                <w:w w:val="100"/>
                <w:sz w:val="24"/>
                <w:szCs w:val="24"/>
                <w:lang w:val="en-US" w:eastAsia="zh-CN"/>
              </w:rPr>
              <w:t>本科及以上学历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8B580DF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01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0B9707D"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center"/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13"/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限经县人社局备案、且目前在曲阳县属机关事业单位（含乡镇）工作的劳务派遣人员。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right w:val="single" w:color="000000" w:sz="8" w:space="0"/>
            </w:tcBorders>
            <w:noWrap/>
            <w:vAlign w:val="center"/>
          </w:tcPr>
          <w:p w14:paraId="36F2298F"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center"/>
              <w:rPr>
                <w:rStyle w:val="13"/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Style w:val="13"/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 xml:space="preserve">需县人社局出具证明 </w:t>
            </w:r>
          </w:p>
        </w:tc>
      </w:tr>
      <w:tr w14:paraId="583F9E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57" w:type="pct"/>
            <w:vMerge w:val="continue"/>
            <w:tcBorders>
              <w:left w:val="single" w:color="000000" w:sz="8" w:space="0"/>
              <w:tl2br w:val="nil"/>
              <w:tr2bl w:val="nil"/>
            </w:tcBorders>
            <w:noWrap/>
            <w:vAlign w:val="center"/>
          </w:tcPr>
          <w:p w14:paraId="2E8307B6"/>
        </w:tc>
        <w:tc>
          <w:tcPr>
            <w:tcW w:w="557" w:type="pct"/>
            <w:tcBorders>
              <w:top w:val="single" w:color="000000" w:sz="8" w:space="0"/>
              <w:tl2br w:val="nil"/>
              <w:tr2bl w:val="nil"/>
            </w:tcBorders>
            <w:noWrap/>
            <w:vAlign w:val="center"/>
          </w:tcPr>
          <w:p w14:paraId="4D63555E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008</w:t>
            </w:r>
          </w:p>
        </w:tc>
        <w:tc>
          <w:tcPr>
            <w:tcW w:w="566" w:type="pct"/>
            <w:tcBorders>
              <w:tl2br w:val="nil"/>
              <w:tr2bl w:val="nil"/>
            </w:tcBorders>
            <w:noWrap/>
            <w:vAlign w:val="center"/>
          </w:tcPr>
          <w:p w14:paraId="378CAB28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专职</w:t>
            </w:r>
          </w:p>
          <w:p w14:paraId="59C8DAD5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工作人员</w:t>
            </w:r>
          </w:p>
        </w:tc>
        <w:tc>
          <w:tcPr>
            <w:tcW w:w="554" w:type="pct"/>
            <w:tcBorders>
              <w:tl2br w:val="nil"/>
              <w:tr2bl w:val="nil"/>
            </w:tcBorders>
            <w:noWrap/>
            <w:vAlign w:val="center"/>
          </w:tcPr>
          <w:p w14:paraId="37D205C5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328" w:type="pct"/>
            <w:tcBorders>
              <w:tl2br w:val="nil"/>
              <w:tr2bl w:val="nil"/>
            </w:tcBorders>
            <w:noWrap/>
            <w:vAlign w:val="center"/>
          </w:tcPr>
          <w:p w14:paraId="4B9FDC6D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不限</w:t>
            </w:r>
          </w:p>
        </w:tc>
        <w:tc>
          <w:tcPr>
            <w:tcW w:w="746" w:type="pct"/>
            <w:tcBorders>
              <w:tl2br w:val="nil"/>
              <w:tr2bl w:val="nil"/>
            </w:tcBorders>
            <w:noWrap/>
            <w:vAlign w:val="center"/>
          </w:tcPr>
          <w:p w14:paraId="749776C2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mallCaps w:val="0"/>
                <w:spacing w:val="0"/>
                <w:w w:val="100"/>
                <w:sz w:val="24"/>
                <w:szCs w:val="24"/>
                <w:lang w:val="en-US" w:eastAsia="zh-CN"/>
              </w:rPr>
              <w:t>本科及以上学历</w:t>
            </w:r>
          </w:p>
        </w:tc>
        <w:tc>
          <w:tcPr>
            <w:tcW w:w="319" w:type="pct"/>
            <w:tcBorders>
              <w:tl2br w:val="nil"/>
              <w:tr2bl w:val="nil"/>
            </w:tcBorders>
            <w:noWrap/>
            <w:vAlign w:val="center"/>
          </w:tcPr>
          <w:p w14:paraId="46D51486">
            <w:pPr>
              <w:keepNext w:val="0"/>
              <w:keepLines w:val="0"/>
              <w:widowControl/>
              <w:suppressLineNumbers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010" w:type="pct"/>
            <w:tcBorders>
              <w:tl2br w:val="nil"/>
              <w:tr2bl w:val="nil"/>
            </w:tcBorders>
            <w:vAlign w:val="center"/>
          </w:tcPr>
          <w:p w14:paraId="3EAEBCA3"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center"/>
              <w:rPr>
                <w:rFonts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1.仅限退役军人</w:t>
            </w:r>
          </w:p>
          <w:p w14:paraId="4EE97739"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2.限曲阳县户籍或曲阳县应征地</w:t>
            </w:r>
          </w:p>
        </w:tc>
        <w:tc>
          <w:tcPr>
            <w:tcW w:w="359" w:type="pct"/>
            <w:tcBorders>
              <w:right w:val="single" w:color="000000" w:sz="8" w:space="0"/>
              <w:tl2br w:val="nil"/>
              <w:tr2bl w:val="nil"/>
            </w:tcBorders>
            <w:noWrap/>
            <w:vAlign w:val="center"/>
          </w:tcPr>
          <w:p w14:paraId="3CE4E529">
            <w:pPr>
              <w:keepNext w:val="0"/>
              <w:keepLines w:val="0"/>
              <w:widowControl/>
              <w:suppressLineNumbers w:val="0"/>
              <w:spacing w:line="360" w:lineRule="exact"/>
              <w:jc w:val="both"/>
              <w:textAlignment w:val="center"/>
              <w:rPr>
                <w:rStyle w:val="13"/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Style w:val="13"/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需县退役军人事务局出具证明</w:t>
            </w:r>
          </w:p>
        </w:tc>
      </w:tr>
    </w:tbl>
    <w:p w14:paraId="6D74097C">
      <w:pPr>
        <w:tabs>
          <w:tab w:val="left" w:pos="9421"/>
        </w:tabs>
        <w:bidi w:val="0"/>
        <w:jc w:val="left"/>
        <w:rPr>
          <w:rFonts w:hint="eastAsia"/>
          <w:lang w:val="en-US" w:eastAsia="zh-CN"/>
        </w:rPr>
        <w:sectPr>
          <w:footerReference r:id="rId3" w:type="default"/>
          <w:pgSz w:w="16838" w:h="11906" w:orient="landscape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 w14:paraId="08367A5D">
      <w:pPr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53640">
    <w:pPr>
      <w:pStyle w:val="5"/>
    </w:pPr>
  </w:p>
  <w:p w14:paraId="561ED9BA">
    <w:pPr>
      <w:pStyle w:val="5"/>
    </w:pPr>
  </w:p>
  <w:p w14:paraId="477111BC">
    <w:pPr>
      <w:pStyle w:val="5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900" cy="139560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06DD6C9B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5VB+tYAAAADAQAADwAAAAAAAAABACAAAAAiAAAAZHJzL2Rv&#10;d25yZXYueG1sUEsBAhQAFAAAAAgAh07iQISXxysDAgAA9AMAAA4AAAAAAAAAAQAgAAAAJQEAAGRy&#10;cy9lMm9Eb2MueG1sUEsFBgAAAAAGAAYAWQEAAJo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06DD6C9B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YTJlMDBjZTUzZWQyM2NjNWY0YmVkYjg1YjQ0ZjlkNTMifQ=="/>
  </w:docVars>
  <w:rsids>
    <w:rsidRoot w:val="00000000"/>
    <w:rsid w:val="106801D0"/>
    <w:rsid w:val="12692AC2"/>
    <w:rsid w:val="3330152D"/>
    <w:rsid w:val="41DE5A04"/>
    <w:rsid w:val="4A1D4330"/>
    <w:rsid w:val="4A3A7127"/>
    <w:rsid w:val="5E1D351C"/>
    <w:rsid w:val="60EB0BE7"/>
    <w:rsid w:val="65495A1C"/>
    <w:rsid w:val="68A30C73"/>
    <w:rsid w:val="72992364"/>
    <w:rsid w:val="75834279"/>
    <w:rsid w:val="7EEC0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ascii="宋体" w:hAnsi="宋体" w:eastAsia="宋体" w:cs="宋体"/>
      <w:b/>
      <w:bCs/>
      <w:kern w:val="44"/>
      <w:sz w:val="48"/>
      <w:szCs w:val="48"/>
      <w:lang w:val="en-US" w:eastAsia="zh-CN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2"/>
    <w:basedOn w:val="1"/>
    <w:next w:val="1"/>
    <w:qFormat/>
    <w:uiPriority w:val="0"/>
    <w:pPr>
      <w:ind w:left="200" w:leftChars="200"/>
    </w:p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Strong"/>
    <w:basedOn w:val="10"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font31"/>
    <w:basedOn w:val="10"/>
    <w:uiPriority w:val="0"/>
    <w:rPr>
      <w:rFonts w:ascii="楷体" w:hAnsi="楷体" w:eastAsia="楷体" w:cs="楷体"/>
      <w:color w:val="000000"/>
      <w:sz w:val="24"/>
      <w:szCs w:val="24"/>
      <w:u w:val="none"/>
    </w:rPr>
  </w:style>
  <w:style w:type="character" w:customStyle="1" w:styleId="14">
    <w:name w:val="font41"/>
    <w:qFormat/>
    <w:uiPriority w:val="0"/>
    <w:rPr>
      <w:rFonts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ustomData xmlns="http://www.yozosoft.com.cn/officeDocument/2016/customData">
  <customProps>
    <docPr revisions="3 0 5 0 0 0 1 0 0 0 3000 0 1 1 1 1"/>
    <sectPr/>
    <sectPr/>
    <sectPr/>
    <sectPr/>
  </customProps>
</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6FD5F9-2C37-4F54-9CA0-9537722586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302</Words>
  <Characters>327</Characters>
  <Lines>0</Lines>
  <Paragraphs>280</Paragraphs>
  <TotalTime>11</TotalTime>
  <ScaleCrop>false</ScaleCrop>
  <LinksUpToDate>false</LinksUpToDate>
  <CharactersWithSpaces>344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2023-07-17T02:53:00Z</dcterms:created>
  <dc:creator>Administrator</dc:creator>
  <cp:lastModifiedBy>Administrator</cp:lastModifiedBy>
  <cp:lastPrinted>2025-08-13T07:45:00Z</cp:lastPrinted>
  <dcterms:modified xsi:type="dcterms:W3CDTF">2025-08-22T07:21:10Z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E60CF55ACA9E47FBA945F6724B0073DF_11</vt:lpwstr>
  </property>
  <property fmtid="{D5CDD505-2E9C-101B-9397-08002B2CF9AE}" pid="4" name="KSOTemplateDocerSaveRecord">
    <vt:lpwstr>eyJoZGlkIjoiNGYwM2U5YzM5YmE1YzFkNTJjYWU0ZTZiMDFlYzJkMjgifQ==</vt:lpwstr>
  </property>
</Properties>
</file>